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715451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154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38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7154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71545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15451" w:rsidRP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Југозападна  Азија:географске  одлике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54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7154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</w:t>
            </w:r>
            <w:r w:rsidRP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670648" w:rsidRP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15451" w:rsidRP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степена усвојености и разумевања градива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Проверити  стечено знање  о географским  одликама  Југозападне  Азије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D0461E" w:rsidRPr="005F7634" w:rsidRDefault="0071545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сагледа  одлике  географског  положаја  регије и  анализира утицај положаја   и природногеографских  одлика  на  остале  географске  појаве  и  процесе  у  регији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715451" w:rsidRPr="00715451" w:rsidRDefault="00715451" w:rsidP="007154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715451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ГЕ1.1.3. Препознаје и чита географске и допунске елементе карте </w:t>
            </w:r>
            <w:r w:rsidRPr="00715451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 xml:space="preserve">– </w:t>
            </w:r>
            <w:r w:rsidRPr="00715451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чита називе мора, залива, острва, полуострва, планина, висоравни, низија, пустиња, река, држава и већих градова Југозападне Азије. Одређује границе држава Југозападне Азије.</w:t>
            </w:r>
          </w:p>
          <w:p w:rsidR="00715451" w:rsidRPr="00715451" w:rsidRDefault="00715451" w:rsidP="007154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715451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ГЕ1.4.2. Препознаје основне природне и друштвене одлике Југозападне Азије. 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715451" w:rsidRPr="00715451" w:rsidRDefault="00715451" w:rsidP="007154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715451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ГЕ2.1.4. Приказује понуђене географске податке на немој карти, графикону, табели или схеми.</w:t>
            </w:r>
          </w:p>
          <w:p w:rsidR="00715451" w:rsidRPr="00715451" w:rsidRDefault="00715451" w:rsidP="007154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715451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ГЕ2.4.2. Описује природне и друштвене одлике Југозападне  Азије и наводи њене мање географске регије.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664F16" w:rsidRPr="00715451" w:rsidRDefault="00715451" w:rsidP="007154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715451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ГЕ3.1.1. Анализира географску карту и доноси закључке о просторним (раскршће три континента) и узрочним (пустињска клима, богатсво нафтом, етнички и верски сукоби) везама Југозападне  Азије.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71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Азије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211280" w:rsidRPr="00545C96" w:rsidRDefault="00715451" w:rsidP="002112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ученицима  даће  се  извршити  провера усвојености знања  о  географским  одлика  Југозападне  Азије.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211280">
        <w:trPr>
          <w:trHeight w:val="2109"/>
        </w:trPr>
        <w:tc>
          <w:tcPr>
            <w:tcW w:w="9468" w:type="dxa"/>
          </w:tcPr>
          <w:p w:rsidR="005F7634" w:rsidRDefault="00715451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11280">
              <w:t xml:space="preserve"> </w:t>
            </w:r>
            <w:r w:rsidR="00211280"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Захтевамо  да  ученици  уоче специфичности регије Југозападне Азије, основних  природногеографских и друштвеногеографских одлика.Инсистирамо  на разумевању повезаности природних и друштвеногеографских одлика </w:t>
            </w:r>
            <w:r w:rsid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регије.Посебно  инсистирамо на </w:t>
            </w:r>
            <w:r w:rsidR="00211280"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разумевању светског значаја регије (Суецки канал, нафта, културна баштина).</w:t>
            </w:r>
          </w:p>
          <w:p w:rsid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Нека  од могућих  питања: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Које су географске целине Југозападне Азије?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2. На која мора излази Југозападне Азија?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3. Који су основни облици рељефа Југозападне Азије?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4. Које су најважније реке и језера Југозападне Азије?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5. Који су основни типови климе и природне зоне    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Југозападне Азије?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6. Основне демографске одлике Југозападне Азије.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7. Значај привреде Југозападне Азије за свет.*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8. Значај Југозападне Азије за светску културну баштину.*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9. Зашто су језера Југозападне Азије слана?*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10.</w:t>
            </w: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Шта је узрок ратних сукоба на овом простору?* </w:t>
            </w:r>
          </w:p>
          <w:p w:rsidR="00211280" w:rsidRP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11.</w:t>
            </w: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 су Палестинци? Где живе Курди?</w:t>
            </w:r>
          </w:p>
          <w:p w:rsidR="00211280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*Питања за виши ниво знања</w:t>
            </w:r>
          </w:p>
          <w:p w:rsidR="00211280" w:rsidRPr="00545C96" w:rsidRDefault="00211280" w:rsidP="002112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8E3B8D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Вршимо  евалуацију  часа,  дајемо  оцене  уз  образложење.</w:t>
            </w:r>
            <w:bookmarkStart w:id="0" w:name="_GoBack"/>
            <w:bookmarkEnd w:id="0"/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211280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11280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15451"/>
    <w:rsid w:val="007E6623"/>
    <w:rsid w:val="00854D2A"/>
    <w:rsid w:val="008E3B8D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A5104-4F1C-4189-A98F-0A3E01CDB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2020-07-04T22:53:00Z</dcterms:created>
  <dcterms:modified xsi:type="dcterms:W3CDTF">2020-07-07T17:07:00Z</dcterms:modified>
</cp:coreProperties>
</file>